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714C2AB5" w:rsidRDefault="0071620A" w14:paraId="7E3DA281" wp14:textId="538C1D97">
      <w:pPr>
        <w:spacing w:after="0" w:line="240" w:lineRule="exact"/>
        <w:jc w:val="center"/>
        <w:rPr>
          <w:rFonts w:ascii="Corbel" w:hAnsi="Corbel"/>
          <w:smallCaps w:val="1"/>
          <w:sz w:val="24"/>
          <w:szCs w:val="24"/>
        </w:rPr>
      </w:pPr>
      <w:r w:rsidRPr="4B5D33B1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B5D33B1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4B5D33B1" w:rsidR="00D61E16">
        <w:rPr>
          <w:rFonts w:ascii="Corbel" w:hAnsi="Corbel"/>
          <w:smallCaps w:val="1"/>
          <w:sz w:val="24"/>
          <w:szCs w:val="24"/>
        </w:rPr>
        <w:t>20</w:t>
      </w:r>
      <w:r w:rsidRPr="4B5D33B1" w:rsidR="15DD8F66">
        <w:rPr>
          <w:rFonts w:ascii="Corbel" w:hAnsi="Corbel"/>
          <w:smallCaps w:val="1"/>
          <w:sz w:val="24"/>
          <w:szCs w:val="24"/>
        </w:rPr>
        <w:t>2</w:t>
      </w:r>
      <w:r w:rsidRPr="4B5D33B1" w:rsidR="69463E03">
        <w:rPr>
          <w:rFonts w:ascii="Corbel" w:hAnsi="Corbel"/>
          <w:smallCaps w:val="1"/>
          <w:sz w:val="24"/>
          <w:szCs w:val="24"/>
        </w:rPr>
        <w:t>1</w:t>
      </w:r>
      <w:r w:rsidRPr="4B5D33B1" w:rsidR="00BC6D91">
        <w:rPr>
          <w:rFonts w:ascii="Corbel" w:hAnsi="Corbel"/>
          <w:smallCaps w:val="1"/>
          <w:sz w:val="24"/>
          <w:szCs w:val="24"/>
        </w:rPr>
        <w:t>–</w:t>
      </w:r>
      <w:r w:rsidRPr="4B5D33B1" w:rsidR="00D61E16">
        <w:rPr>
          <w:rFonts w:ascii="Corbel" w:hAnsi="Corbel"/>
          <w:smallCaps w:val="1"/>
          <w:sz w:val="24"/>
          <w:szCs w:val="24"/>
        </w:rPr>
        <w:t>202</w:t>
      </w:r>
      <w:r w:rsidRPr="4B5D33B1" w:rsidR="0C3956E6">
        <w:rPr>
          <w:rFonts w:ascii="Corbel" w:hAnsi="Corbel"/>
          <w:smallCaps w:val="1"/>
          <w:sz w:val="24"/>
          <w:szCs w:val="24"/>
        </w:rPr>
        <w:t>4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5FBDA86A" wp14:textId="4485DC8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</w:t>
      </w:r>
      <w:r w:rsidR="00445970">
        <w:rPr>
          <w:rFonts w:ascii="Corbel" w:hAnsi="Corbel"/>
          <w:sz w:val="20"/>
          <w:szCs w:val="20"/>
        </w:rPr>
        <w:t xml:space="preserve">akademicki  </w:t>
      </w:r>
      <w:r w:rsidR="27047BD0">
        <w:rPr>
          <w:rFonts w:ascii="Corbel" w:hAnsi="Corbel"/>
          <w:sz w:val="20"/>
          <w:szCs w:val="20"/>
        </w:rPr>
        <w:t xml:space="preserve"> </w:t>
      </w:r>
      <w:r w:rsidR="00D61E16">
        <w:rPr>
          <w:rFonts w:ascii="Corbel" w:hAnsi="Corbel"/>
          <w:sz w:val="20"/>
          <w:szCs w:val="20"/>
        </w:rPr>
        <w:t>202</w:t>
      </w:r>
      <w:r w:rsidR="442160DD">
        <w:rPr>
          <w:rFonts w:ascii="Corbel" w:hAnsi="Corbel"/>
          <w:sz w:val="20"/>
          <w:szCs w:val="20"/>
        </w:rPr>
        <w:t>3</w:t>
      </w:r>
      <w:r w:rsidR="00D61E16">
        <w:rPr>
          <w:rFonts w:ascii="Corbel" w:hAnsi="Corbel"/>
          <w:sz w:val="20"/>
          <w:szCs w:val="20"/>
        </w:rPr>
        <w:t>/202</w:t>
      </w:r>
      <w:r w:rsidR="450076D5">
        <w:rPr>
          <w:rFonts w:ascii="Corbel" w:hAnsi="Corbel"/>
          <w:sz w:val="20"/>
          <w:szCs w:val="20"/>
        </w:rPr>
        <w:t>4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AB703F" w:rsidR="0085747A" w:rsidTr="00B819C8" w14:paraId="41FEB4BB" wp14:textId="77777777">
        <w:tc>
          <w:tcPr>
            <w:tcW w:w="2694" w:type="dxa"/>
            <w:vAlign w:val="center"/>
          </w:tcPr>
          <w:p w:rsidRPr="00AB703F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AB703F" w:rsidR="0085747A" w:rsidP="00D61E16" w:rsidRDefault="00225DE5" w14:paraId="2A2C08B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 xml:space="preserve">Ochrona środowiska </w:t>
            </w:r>
            <w:r w:rsidRPr="00AB703F" w:rsidR="00D61E16">
              <w:rPr>
                <w:rFonts w:ascii="Corbel" w:hAnsi="Corbel"/>
                <w:b w:val="0"/>
                <w:sz w:val="24"/>
                <w:szCs w:val="24"/>
              </w:rPr>
              <w:t>naturalnego</w:t>
            </w:r>
          </w:p>
        </w:tc>
      </w:tr>
      <w:tr xmlns:wp14="http://schemas.microsoft.com/office/word/2010/wordml" w:rsidRPr="00AB703F" w:rsidR="0085747A" w:rsidTr="00B819C8" w14:paraId="5AA05034" wp14:textId="77777777">
        <w:tc>
          <w:tcPr>
            <w:tcW w:w="2694" w:type="dxa"/>
            <w:vAlign w:val="center"/>
          </w:tcPr>
          <w:p w:rsidRPr="00AB703F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Pr="00AB703F" w:rsidR="0085747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6127E6" w14:paraId="7CCF635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BW 49</w:t>
            </w:r>
          </w:p>
        </w:tc>
      </w:tr>
      <w:tr xmlns:wp14="http://schemas.microsoft.com/office/word/2010/wordml" w:rsidRPr="00AB703F" w:rsidR="0085747A" w:rsidTr="00B819C8" w14:paraId="5C0172EC" wp14:textId="77777777">
        <w:tc>
          <w:tcPr>
            <w:tcW w:w="2694" w:type="dxa"/>
            <w:vAlign w:val="center"/>
          </w:tcPr>
          <w:p w:rsidRPr="00AB703F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Pr="00AB703F" w:rsidR="00C05F44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E062AD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AB703F" w:rsidR="0085747A" w:rsidTr="00B819C8" w14:paraId="0AEA36E1" wp14:textId="77777777">
        <w:tc>
          <w:tcPr>
            <w:tcW w:w="2694" w:type="dxa"/>
            <w:vAlign w:val="center"/>
          </w:tcPr>
          <w:p w:rsidRPr="00AB703F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E062AD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AB703F" w:rsidR="0085747A" w:rsidTr="00B819C8" w14:paraId="08E2BE52" wp14:textId="77777777">
        <w:tc>
          <w:tcPr>
            <w:tcW w:w="2694" w:type="dxa"/>
            <w:vAlign w:val="center"/>
          </w:tcPr>
          <w:p w:rsidRPr="00AB703F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225DE5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AB703F" w:rsidR="0085747A" w:rsidTr="00B819C8" w14:paraId="2334054F" wp14:textId="77777777">
        <w:tc>
          <w:tcPr>
            <w:tcW w:w="2694" w:type="dxa"/>
            <w:vAlign w:val="center"/>
          </w:tcPr>
          <w:p w:rsidRPr="00AB703F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225DE5" w14:paraId="43B687E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xmlns:wp14="http://schemas.microsoft.com/office/word/2010/wordml" w:rsidRPr="00AB703F" w:rsidR="0085747A" w:rsidTr="00B819C8" w14:paraId="3B32AF2E" wp14:textId="77777777">
        <w:tc>
          <w:tcPr>
            <w:tcW w:w="2694" w:type="dxa"/>
            <w:vAlign w:val="center"/>
          </w:tcPr>
          <w:p w:rsidRPr="00AB703F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2107C8" w14:paraId="439CFC3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AB703F" w:rsidR="0085747A" w:rsidTr="00B819C8" w14:paraId="4740800E" wp14:textId="77777777">
        <w:tc>
          <w:tcPr>
            <w:tcW w:w="2694" w:type="dxa"/>
            <w:vAlign w:val="center"/>
          </w:tcPr>
          <w:p w:rsidRPr="00AB703F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814A72" w14:paraId="100214B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niestacjonarna</w:t>
            </w:r>
          </w:p>
        </w:tc>
      </w:tr>
      <w:tr xmlns:wp14="http://schemas.microsoft.com/office/word/2010/wordml" w:rsidRPr="00AB703F" w:rsidR="0085747A" w:rsidTr="00B819C8" w14:paraId="32876FB2" wp14:textId="77777777">
        <w:tc>
          <w:tcPr>
            <w:tcW w:w="2694" w:type="dxa"/>
            <w:vAlign w:val="center"/>
          </w:tcPr>
          <w:p w:rsidRPr="00AB703F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Pr="00AB703F" w:rsidR="0030395F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AB703F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AB703F" w:rsidR="0085747A" w:rsidP="00BC6D91" w:rsidRDefault="00BC6D91" w14:paraId="2F8C8C0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Pr="00AB703F" w:rsidR="00225DE5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AB703F" w:rsidR="00225DE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xmlns:wp14="http://schemas.microsoft.com/office/word/2010/wordml" w:rsidRPr="00AB703F" w:rsidR="0085747A" w:rsidTr="00B819C8" w14:paraId="07A901A6" wp14:textId="77777777">
        <w:tc>
          <w:tcPr>
            <w:tcW w:w="2694" w:type="dxa"/>
            <w:vAlign w:val="center"/>
          </w:tcPr>
          <w:p w:rsidRPr="00AB703F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063109" w14:paraId="1E711CD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xmlns:wp14="http://schemas.microsoft.com/office/word/2010/wordml" w:rsidRPr="00AB703F" w:rsidR="00923D7D" w:rsidTr="00B819C8" w14:paraId="2786482B" wp14:textId="77777777">
        <w:tc>
          <w:tcPr>
            <w:tcW w:w="2694" w:type="dxa"/>
            <w:vAlign w:val="center"/>
          </w:tcPr>
          <w:p w:rsidRPr="00AB703F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AB703F" w:rsidR="00923D7D" w:rsidP="009C54AE" w:rsidRDefault="00225DE5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AB703F" w:rsidR="0085747A" w:rsidTr="00B819C8" w14:paraId="09522D67" wp14:textId="77777777">
        <w:tc>
          <w:tcPr>
            <w:tcW w:w="2694" w:type="dxa"/>
            <w:vAlign w:val="center"/>
          </w:tcPr>
          <w:p w:rsidRPr="00AB703F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BC6D91" w14:paraId="314389E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AB703F" w:rsidR="00225DE5">
              <w:rPr>
                <w:rFonts w:ascii="Corbel" w:hAnsi="Corbel"/>
                <w:b w:val="0"/>
                <w:sz w:val="24"/>
                <w:szCs w:val="24"/>
              </w:rPr>
              <w:t>r Małgo</w:t>
            </w:r>
            <w:r>
              <w:rPr>
                <w:rFonts w:ascii="Corbel" w:hAnsi="Corbel"/>
                <w:b w:val="0"/>
                <w:sz w:val="24"/>
                <w:szCs w:val="24"/>
              </w:rPr>
              <w:t>rzata Buczek-</w:t>
            </w:r>
            <w:r w:rsidRPr="00AB703F" w:rsidR="00225DE5">
              <w:rPr>
                <w:rFonts w:ascii="Corbel" w:hAnsi="Corbel"/>
                <w:b w:val="0"/>
                <w:sz w:val="24"/>
                <w:szCs w:val="24"/>
              </w:rPr>
              <w:t>Kowalik</w:t>
            </w:r>
          </w:p>
        </w:tc>
      </w:tr>
      <w:tr xmlns:wp14="http://schemas.microsoft.com/office/word/2010/wordml" w:rsidRPr="00AB703F" w:rsidR="0085747A" w:rsidTr="00B819C8" w14:paraId="3C2955FC" wp14:textId="77777777">
        <w:tc>
          <w:tcPr>
            <w:tcW w:w="2694" w:type="dxa"/>
            <w:vAlign w:val="center"/>
          </w:tcPr>
          <w:p w:rsidRPr="00AB703F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AB703F" w:rsidR="0085747A" w:rsidP="009C54AE" w:rsidRDefault="00BC6D91" w14:paraId="54D7DDA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Buczek-</w:t>
            </w:r>
            <w:r w:rsidRPr="00AB703F" w:rsidR="00225DE5">
              <w:rPr>
                <w:rFonts w:ascii="Corbel" w:hAnsi="Corbel"/>
                <w:b w:val="0"/>
                <w:sz w:val="24"/>
                <w:szCs w:val="24"/>
              </w:rPr>
              <w:t>Kowalik</w:t>
            </w:r>
          </w:p>
        </w:tc>
      </w:tr>
    </w:tbl>
    <w:p xmlns:wp14="http://schemas.microsoft.com/office/word/2010/wordml" w:rsidRPr="00AB703F" w:rsidR="00923D7D" w:rsidP="006127E6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* </w:t>
      </w:r>
      <w:r w:rsidRPr="00AB703F">
        <w:rPr>
          <w:rFonts w:ascii="Corbel" w:hAnsi="Corbel"/>
          <w:i/>
          <w:sz w:val="24"/>
          <w:szCs w:val="24"/>
        </w:rPr>
        <w:t>-</w:t>
      </w:r>
      <w:r w:rsidRPr="00AB703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AB703F" w:rsidR="00B90885">
        <w:rPr>
          <w:rFonts w:ascii="Corbel" w:hAnsi="Corbel"/>
          <w:b w:val="0"/>
          <w:sz w:val="24"/>
          <w:szCs w:val="24"/>
        </w:rPr>
        <w:t>e,</w:t>
      </w:r>
      <w:r w:rsidRPr="00AB703F">
        <w:rPr>
          <w:rFonts w:ascii="Corbel" w:hAnsi="Corbel"/>
          <w:i/>
          <w:sz w:val="24"/>
          <w:szCs w:val="24"/>
        </w:rPr>
        <w:t xml:space="preserve"> </w:t>
      </w:r>
      <w:r w:rsidRPr="00AB703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AB703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AB703F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>1.</w:t>
      </w:r>
      <w:r w:rsidRPr="00AB703F" w:rsidR="00E22FBC">
        <w:rPr>
          <w:rFonts w:ascii="Corbel" w:hAnsi="Corbel"/>
          <w:sz w:val="24"/>
          <w:szCs w:val="24"/>
        </w:rPr>
        <w:t>1</w:t>
      </w:r>
      <w:r w:rsidRPr="00AB703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AB703F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AB703F" w:rsidR="00015B8F" w:rsidTr="00C766DF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B703F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AB703F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AB703F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703F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703F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703F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703F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703F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703F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703F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703F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Pr="00AB703F" w:rsidR="00B9088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AB703F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xmlns:wp14="http://schemas.microsoft.com/office/word/2010/wordml" w:rsidRPr="00AB703F" w:rsidR="00015B8F" w:rsidTr="00C766DF" w14:paraId="3FEE105D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B703F" w:rsidR="00015B8F" w:rsidP="009C54AE" w:rsidRDefault="008A2DAB" w14:paraId="3696C34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015B8F" w14:paraId="5DAB6C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5374BC" w14:paraId="5D36975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</w:t>
            </w:r>
            <w:r w:rsidR="00814A7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B703F" w:rsidR="00015B8F" w:rsidP="009C54AE" w:rsidRDefault="00063109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AB703F" w:rsidR="00923D7D" w:rsidP="006127E6" w:rsidRDefault="00923D7D" w14:paraId="0E27B00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val="pl-PL" w:eastAsia="en-US"/>
        </w:rPr>
      </w:pPr>
    </w:p>
    <w:p xmlns:wp14="http://schemas.microsoft.com/office/word/2010/wordml" w:rsidRPr="00AB703F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1.</w:t>
      </w:r>
      <w:r w:rsidRPr="00AB703F" w:rsidR="00E22FBC">
        <w:rPr>
          <w:rFonts w:ascii="Corbel" w:hAnsi="Corbel"/>
          <w:smallCaps w:val="0"/>
          <w:szCs w:val="24"/>
        </w:rPr>
        <w:t>2</w:t>
      </w:r>
      <w:r w:rsidRPr="00AB703F" w:rsidR="00F83B28">
        <w:rPr>
          <w:rFonts w:ascii="Corbel" w:hAnsi="Corbel"/>
          <w:smallCaps w:val="0"/>
          <w:szCs w:val="24"/>
        </w:rPr>
        <w:t>.</w:t>
      </w:r>
      <w:r w:rsidRPr="00AB703F" w:rsidR="00F83B28">
        <w:rPr>
          <w:rFonts w:ascii="Corbel" w:hAnsi="Corbel"/>
          <w:smallCaps w:val="0"/>
          <w:szCs w:val="24"/>
        </w:rPr>
        <w:tab/>
      </w:r>
      <w:r w:rsidRPr="00AB703F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AB703F" w:rsidR="0085747A" w:rsidP="00F83B28" w:rsidRDefault="00063109" w14:paraId="078CDEF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 w:eastAsia="MS Gothic" w:cs="MS Gothic"/>
          <w:b w:val="0"/>
          <w:szCs w:val="24"/>
        </w:rPr>
        <w:t>X</w:t>
      </w:r>
      <w:r w:rsidRPr="00AB703F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AB703F" w:rsidR="0085747A" w:rsidP="00F83B28" w:rsidRDefault="00E062AD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319E">
        <w:rPr>
          <w:rFonts w:ascii="Segoe UI Symbol" w:hAnsi="Segoe UI Symbol" w:eastAsia="MS Gothic" w:cs="Segoe UI Symbol"/>
          <w:b w:val="0"/>
          <w:szCs w:val="24"/>
        </w:rPr>
        <w:t>☐</w:t>
      </w:r>
      <w:r w:rsidRPr="00AB703F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AB703F" w:rsidR="0085747A" w:rsidP="009C54AE" w:rsidRDefault="0085747A" w14:paraId="60061E4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AB703F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1.3 </w:t>
      </w:r>
      <w:r w:rsidRPr="00AB703F" w:rsidR="00F83B28">
        <w:rPr>
          <w:rFonts w:ascii="Corbel" w:hAnsi="Corbel"/>
          <w:smallCaps w:val="0"/>
          <w:szCs w:val="24"/>
        </w:rPr>
        <w:tab/>
      </w:r>
      <w:r w:rsidRPr="00AB703F">
        <w:rPr>
          <w:rFonts w:ascii="Corbel" w:hAnsi="Corbel"/>
          <w:smallCaps w:val="0"/>
          <w:szCs w:val="24"/>
        </w:rPr>
        <w:t>For</w:t>
      </w:r>
      <w:r w:rsidRPr="00AB703F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AB703F">
        <w:rPr>
          <w:rFonts w:ascii="Corbel" w:hAnsi="Corbel"/>
          <w:smallCaps w:val="0"/>
          <w:szCs w:val="24"/>
        </w:rPr>
        <w:t xml:space="preserve"> (z toku) </w:t>
      </w:r>
      <w:r w:rsidRPr="00AB703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E062AD" w:rsidR="009C54AE" w:rsidP="00E062AD" w:rsidRDefault="00063109" w14:paraId="55D48E7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062AD">
        <w:rPr>
          <w:rFonts w:ascii="Corbel" w:hAnsi="Corbel"/>
          <w:b w:val="0"/>
          <w:smallCaps w:val="0"/>
          <w:szCs w:val="24"/>
        </w:rPr>
        <w:t>zaliczenie z oceną</w:t>
      </w:r>
    </w:p>
    <w:p xmlns:wp14="http://schemas.microsoft.com/office/word/2010/wordml" w:rsidRPr="00AB703F" w:rsidR="00E960BB" w:rsidP="009C54AE" w:rsidRDefault="00E960BB" w14:paraId="44EAFD9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AB703F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AB703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AB703F" w:rsidR="0085747A" w:rsidTr="00745302" w14:paraId="581A3E42" wp14:textId="77777777">
        <w:tc>
          <w:tcPr>
            <w:tcW w:w="9670" w:type="dxa"/>
          </w:tcPr>
          <w:p w:rsidRPr="00AB703F" w:rsidR="0085747A" w:rsidP="009C54AE" w:rsidRDefault="00063109" w14:paraId="61D59183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 xml:space="preserve">Podstawowe </w:t>
            </w:r>
            <w:r w:rsidRPr="00AB703F" w:rsidR="0009422B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>wiadomości z zakresu geografii,</w:t>
            </w:r>
            <w:r w:rsidRPr="00AB703F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 xml:space="preserve">  biologii</w:t>
            </w:r>
            <w:r w:rsidRPr="00AB703F" w:rsidR="0009422B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>,  nauk społecznych</w:t>
            </w:r>
          </w:p>
          <w:p w:rsidRPr="00AB703F" w:rsidR="0085747A" w:rsidP="009C54AE" w:rsidRDefault="0085747A" w14:paraId="4B94D5A5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Pr="00AB703F" w:rsidR="00153C41" w:rsidP="009C54AE" w:rsidRDefault="00153C41" w14:paraId="3DEEC669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AB703F" w:rsidR="00F465C9" w:rsidP="009C54AE" w:rsidRDefault="00F465C9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AB703F" w:rsidR="00F465C9" w:rsidP="009C54AE" w:rsidRDefault="00F465C9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AB703F" w:rsidR="00F465C9" w:rsidP="009C54AE" w:rsidRDefault="00F465C9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AB703F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AB703F">
        <w:rPr>
          <w:rFonts w:ascii="Corbel" w:hAnsi="Corbel"/>
          <w:szCs w:val="24"/>
        </w:rPr>
        <w:lastRenderedPageBreak/>
        <w:t>3.</w:t>
      </w:r>
      <w:r w:rsidRPr="00AB703F" w:rsidR="0085747A">
        <w:rPr>
          <w:rFonts w:ascii="Corbel" w:hAnsi="Corbel"/>
          <w:szCs w:val="24"/>
        </w:rPr>
        <w:t xml:space="preserve"> </w:t>
      </w:r>
      <w:r w:rsidRPr="00AB703F" w:rsidR="00A84C85">
        <w:rPr>
          <w:rFonts w:ascii="Corbel" w:hAnsi="Corbel"/>
          <w:szCs w:val="24"/>
        </w:rPr>
        <w:t>cele, efekty uczenia się</w:t>
      </w:r>
      <w:r w:rsidRPr="00AB703F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AB703F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AB703F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3.1 </w:t>
      </w:r>
      <w:r w:rsidRPr="00AB703F"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AB703F" w:rsidR="00F83B28" w:rsidP="009C54AE" w:rsidRDefault="00F83B28" w14:paraId="62486C05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AB703F" w:rsidR="0085747A" w:rsidTr="00923D7D" w14:paraId="1BEBC887" wp14:textId="77777777">
        <w:tc>
          <w:tcPr>
            <w:tcW w:w="851" w:type="dxa"/>
            <w:vAlign w:val="center"/>
          </w:tcPr>
          <w:p w:rsidRPr="00AB703F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AB703F" w:rsidR="0085747A" w:rsidP="00063109" w:rsidRDefault="00063109" w14:paraId="214FB581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z historią i zakresem ochrony środowiska w Polsce i na świecie</w:t>
            </w:r>
          </w:p>
        </w:tc>
      </w:tr>
      <w:tr xmlns:wp14="http://schemas.microsoft.com/office/word/2010/wordml" w:rsidRPr="00AB703F" w:rsidR="00063109" w:rsidTr="00923D7D" w14:paraId="0D1B9A9E" wp14:textId="77777777">
        <w:tc>
          <w:tcPr>
            <w:tcW w:w="851" w:type="dxa"/>
            <w:vAlign w:val="center"/>
          </w:tcPr>
          <w:p w:rsidRPr="00AB703F" w:rsidR="00063109" w:rsidP="009C54AE" w:rsidRDefault="00063109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AB703F" w:rsidR="00063109" w:rsidP="00C860DA" w:rsidRDefault="00063109" w14:paraId="062EDBB4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outlineLvl w:val="0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AB703F">
              <w:rPr>
                <w:rFonts w:ascii="Corbel" w:hAnsi="Corbel"/>
                <w:bCs/>
                <w:spacing w:val="-4"/>
                <w:sz w:val="24"/>
                <w:szCs w:val="24"/>
              </w:rPr>
              <w:t xml:space="preserve">Zapoznanie z różnymi aspektami ochrony środowiska naturalnego </w:t>
            </w:r>
            <w:r w:rsidRPr="00AB703F" w:rsidR="0009422B">
              <w:rPr>
                <w:rFonts w:ascii="Corbel" w:hAnsi="Corbel"/>
                <w:bCs/>
                <w:spacing w:val="-4"/>
                <w:sz w:val="24"/>
                <w:szCs w:val="24"/>
              </w:rPr>
              <w:t>(prawne, instytucjonalne, społeczne)</w:t>
            </w:r>
          </w:p>
        </w:tc>
      </w:tr>
      <w:tr xmlns:wp14="http://schemas.microsoft.com/office/word/2010/wordml" w:rsidRPr="00AB703F" w:rsidR="00063109" w:rsidTr="00923D7D" w14:paraId="269C53EE" wp14:textId="77777777">
        <w:tc>
          <w:tcPr>
            <w:tcW w:w="851" w:type="dxa"/>
            <w:vAlign w:val="center"/>
          </w:tcPr>
          <w:p w:rsidRPr="00AB703F" w:rsidR="00063109" w:rsidP="009C54AE" w:rsidRDefault="00063109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AB703F" w:rsidR="00063109" w:rsidP="00C860DA" w:rsidRDefault="00063109" w14:paraId="027BD15E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Uporządkowanie wiedzy na temat stanu ochrony środowiska w Polsce i UE</w:t>
            </w:r>
          </w:p>
        </w:tc>
      </w:tr>
      <w:tr xmlns:wp14="http://schemas.microsoft.com/office/word/2010/wordml" w:rsidRPr="00AB703F" w:rsidR="00063109" w:rsidTr="00923D7D" w14:paraId="27CB4EA9" wp14:textId="77777777">
        <w:tc>
          <w:tcPr>
            <w:tcW w:w="851" w:type="dxa"/>
            <w:vAlign w:val="center"/>
          </w:tcPr>
          <w:p w:rsidRPr="00AB703F" w:rsidR="00063109" w:rsidP="009C54AE" w:rsidRDefault="00063109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:rsidRPr="00AB703F" w:rsidR="00063109" w:rsidP="00063109" w:rsidRDefault="00063109" w14:paraId="0CAA1B6E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Charakterystyka różnych form ochrony przyrody </w:t>
            </w:r>
            <w:r w:rsidRPr="00AB703F" w:rsidR="003403D8">
              <w:rPr>
                <w:rFonts w:ascii="Corbel" w:hAnsi="Corbel"/>
                <w:b w:val="0"/>
                <w:sz w:val="24"/>
                <w:szCs w:val="24"/>
                <w:lang w:val="pl-PL"/>
              </w:rPr>
              <w:t>w Polsce i na świecie</w:t>
            </w:r>
          </w:p>
        </w:tc>
      </w:tr>
    </w:tbl>
    <w:p xmlns:wp14="http://schemas.microsoft.com/office/word/2010/wordml" w:rsidRPr="00AB703F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AB703F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 xml:space="preserve">3.2 </w:t>
      </w:r>
      <w:r w:rsidRPr="00AB703F" w:rsidR="001D7B54">
        <w:rPr>
          <w:rFonts w:ascii="Corbel" w:hAnsi="Corbel"/>
          <w:b/>
          <w:sz w:val="24"/>
          <w:szCs w:val="24"/>
        </w:rPr>
        <w:t xml:space="preserve">Efekty </w:t>
      </w:r>
      <w:r w:rsidRPr="00AB703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AB703F" w:rsidR="001D7B54">
        <w:rPr>
          <w:rFonts w:ascii="Corbel" w:hAnsi="Corbel"/>
          <w:b/>
          <w:sz w:val="24"/>
          <w:szCs w:val="24"/>
        </w:rPr>
        <w:t>dla przedmiotu</w:t>
      </w:r>
      <w:r w:rsidRPr="00AB703F"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AB703F" w:rsidR="001D7B54" w:rsidP="009C54AE" w:rsidRDefault="001D7B54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xmlns:wp14="http://schemas.microsoft.com/office/word/2010/wordml" w:rsidRPr="00AB703F" w:rsidR="0085747A" w:rsidTr="0071620A" w14:paraId="61F38664" wp14:textId="77777777">
        <w:tc>
          <w:tcPr>
            <w:tcW w:w="1701" w:type="dxa"/>
            <w:vAlign w:val="center"/>
          </w:tcPr>
          <w:p w:rsidRPr="00AB703F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smallCaps w:val="0"/>
                <w:szCs w:val="24"/>
              </w:rPr>
              <w:t>EK</w:t>
            </w:r>
            <w:r w:rsidRPr="00AB703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AB703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AB703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AB703F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AB703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AB703F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B703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AB703F" w:rsidR="0085747A" w:rsidTr="005E6E85" w14:paraId="1AC5D198" wp14:textId="77777777">
        <w:tc>
          <w:tcPr>
            <w:tcW w:w="1701" w:type="dxa"/>
          </w:tcPr>
          <w:p w:rsidRPr="00AB703F" w:rsidR="0085747A" w:rsidP="00F465C9" w:rsidRDefault="0085747A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AB703F" w:rsidR="0085747A" w:rsidP="0009422B" w:rsidRDefault="00F465C9" w14:paraId="7F2D94F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Identyfikuje </w:t>
            </w:r>
            <w:r w:rsidRPr="00AB703F" w:rsidR="00B009CB">
              <w:rPr>
                <w:rFonts w:ascii="Corbel" w:hAnsi="Corbel"/>
                <w:b w:val="0"/>
                <w:smallCaps w:val="0"/>
                <w:szCs w:val="24"/>
              </w:rPr>
              <w:t xml:space="preserve"> cele ochrony przyrody </w:t>
            </w:r>
            <w:r w:rsidRPr="00AB703F" w:rsidR="0009422B">
              <w:rPr>
                <w:rFonts w:ascii="Corbel" w:hAnsi="Corbel"/>
                <w:b w:val="0"/>
                <w:smallCaps w:val="0"/>
                <w:szCs w:val="24"/>
              </w:rPr>
              <w:t>w skali regionalnej, narodowej i globalnej</w:t>
            </w:r>
          </w:p>
        </w:tc>
        <w:tc>
          <w:tcPr>
            <w:tcW w:w="1873" w:type="dxa"/>
          </w:tcPr>
          <w:p w:rsidRPr="008A2DAB" w:rsidR="0085747A" w:rsidP="008A2DAB" w:rsidRDefault="0009422B" w14:paraId="223BB374" wp14:textId="77777777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8A2DAB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xmlns:wp14="http://schemas.microsoft.com/office/word/2010/wordml" w:rsidRPr="00AB703F" w:rsidR="0085747A" w:rsidTr="005E6E85" w14:paraId="48BD467E" wp14:textId="77777777">
        <w:tc>
          <w:tcPr>
            <w:tcW w:w="1701" w:type="dxa"/>
          </w:tcPr>
          <w:p w:rsidRPr="00AB703F" w:rsidR="0085747A" w:rsidP="00F465C9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AB703F" w:rsidR="0085747A" w:rsidP="00F465C9" w:rsidRDefault="00B009CB" w14:paraId="579553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AB703F" w:rsidR="00F465C9">
              <w:rPr>
                <w:rFonts w:ascii="Corbel" w:hAnsi="Corbel"/>
                <w:b w:val="0"/>
                <w:smallCaps w:val="0"/>
                <w:szCs w:val="24"/>
              </w:rPr>
              <w:t xml:space="preserve"> i analizuje 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aspek</w:t>
            </w:r>
            <w:r w:rsidRPr="00AB703F" w:rsidR="00F465C9">
              <w:rPr>
                <w:rFonts w:ascii="Corbel" w:hAnsi="Corbel"/>
                <w:b w:val="0"/>
                <w:smallCaps w:val="0"/>
                <w:szCs w:val="24"/>
              </w:rPr>
              <w:t>ty prawne</w:t>
            </w:r>
            <w:r w:rsidRPr="00AB703F" w:rsidR="0009422B">
              <w:rPr>
                <w:rFonts w:ascii="Corbel" w:hAnsi="Corbel"/>
                <w:b w:val="0"/>
                <w:smallCaps w:val="0"/>
                <w:szCs w:val="24"/>
              </w:rPr>
              <w:t xml:space="preserve">, instytucjonalne </w:t>
            </w:r>
            <w:r w:rsidRPr="00AB703F" w:rsidR="00F465C9">
              <w:rPr>
                <w:rFonts w:ascii="Corbel" w:hAnsi="Corbel"/>
                <w:b w:val="0"/>
                <w:smallCaps w:val="0"/>
                <w:szCs w:val="24"/>
              </w:rPr>
              <w:t xml:space="preserve"> ochrony środowiska w P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olsce i </w:t>
            </w:r>
            <w:r w:rsidRPr="00AB703F" w:rsidR="00F465C9">
              <w:rPr>
                <w:rFonts w:ascii="Corbel" w:hAnsi="Corbel"/>
                <w:b w:val="0"/>
                <w:smallCaps w:val="0"/>
                <w:szCs w:val="24"/>
              </w:rPr>
              <w:t>UE</w:t>
            </w:r>
          </w:p>
        </w:tc>
        <w:tc>
          <w:tcPr>
            <w:tcW w:w="1873" w:type="dxa"/>
          </w:tcPr>
          <w:p w:rsidRPr="008A2DAB" w:rsidR="0085747A" w:rsidP="008A2DAB" w:rsidRDefault="0009422B" w14:paraId="03BDD1A8" wp14:textId="77777777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8A2DAB">
              <w:rPr>
                <w:rFonts w:ascii="Corbel" w:hAnsi="Corbel"/>
                <w:sz w:val="24"/>
                <w:szCs w:val="24"/>
              </w:rPr>
              <w:t>K_W13</w:t>
            </w:r>
          </w:p>
        </w:tc>
      </w:tr>
      <w:tr xmlns:wp14="http://schemas.microsoft.com/office/word/2010/wordml" w:rsidRPr="00AB703F" w:rsidR="00063109" w:rsidTr="005E6E85" w14:paraId="77E8B4F6" wp14:textId="77777777">
        <w:tc>
          <w:tcPr>
            <w:tcW w:w="1701" w:type="dxa"/>
          </w:tcPr>
          <w:p w:rsidRPr="00AB703F" w:rsidR="00063109" w:rsidP="00F465C9" w:rsidRDefault="00063109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AB703F" w:rsidR="00B009C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AB703F" w:rsidR="00063109" w:rsidP="00F465C9" w:rsidRDefault="00B009CB" w14:paraId="4CB3C35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Ocenia wpływ działalności człowieka na funkcjonowanie środowiska przyrodniczego </w:t>
            </w:r>
          </w:p>
        </w:tc>
        <w:tc>
          <w:tcPr>
            <w:tcW w:w="1873" w:type="dxa"/>
          </w:tcPr>
          <w:p w:rsidRPr="008A2DAB" w:rsidR="00063109" w:rsidP="008A2DAB" w:rsidRDefault="0009422B" w14:paraId="31229AF3" wp14:textId="77777777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8A2DA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xmlns:wp14="http://schemas.microsoft.com/office/word/2010/wordml" w:rsidRPr="00AB703F" w:rsidR="00063109" w:rsidTr="0009422B" w14:paraId="2C8579DB" wp14:textId="77777777">
        <w:trPr>
          <w:trHeight w:val="506"/>
        </w:trPr>
        <w:tc>
          <w:tcPr>
            <w:tcW w:w="1701" w:type="dxa"/>
          </w:tcPr>
          <w:p w:rsidRPr="00AB703F" w:rsidR="00063109" w:rsidP="00F465C9" w:rsidRDefault="00063109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AB703F" w:rsidR="00B009C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AB703F" w:rsidR="00063109" w:rsidP="00F465C9" w:rsidRDefault="00B009CB" w14:paraId="21E22A5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Analizuje  środowisko geograficzne oraz walory  wybranych obszarów chronionych</w:t>
            </w:r>
            <w:r w:rsidRPr="00AB703F" w:rsidR="0009422B">
              <w:rPr>
                <w:rFonts w:ascii="Corbel" w:hAnsi="Corbel"/>
                <w:b w:val="0"/>
                <w:smallCaps w:val="0"/>
                <w:szCs w:val="24"/>
              </w:rPr>
              <w:t xml:space="preserve"> w skali krajowej i międzynarodowej </w:t>
            </w:r>
          </w:p>
        </w:tc>
        <w:tc>
          <w:tcPr>
            <w:tcW w:w="1873" w:type="dxa"/>
          </w:tcPr>
          <w:p w:rsidRPr="008A2DAB" w:rsidR="00063109" w:rsidP="008A2DAB" w:rsidRDefault="0009422B" w14:paraId="0495AD78" wp14:textId="77777777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8A2DA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xmlns:wp14="http://schemas.microsoft.com/office/word/2010/wordml" w:rsidRPr="00AB703F" w:rsidR="00063109" w:rsidTr="005E6E85" w14:paraId="5C1CF13E" wp14:textId="77777777">
        <w:tc>
          <w:tcPr>
            <w:tcW w:w="1701" w:type="dxa"/>
          </w:tcPr>
          <w:p w:rsidRPr="00AB703F" w:rsidR="00063109" w:rsidP="00F465C9" w:rsidRDefault="00063109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AB703F" w:rsidR="00B009C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Pr="00AB703F" w:rsidR="00063109" w:rsidP="00DA754E" w:rsidRDefault="00B009CB" w14:paraId="66C2BDE3" wp14:textId="77777777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AB703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Potrafi </w:t>
            </w:r>
            <w:r w:rsidRPr="00AB703F" w:rsidR="000942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analizować i </w:t>
            </w:r>
            <w:r w:rsidRPr="00AB703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doskonalić nabytą wiedzę i umiejętności na podstawie dostępnych informacji oraz obserwowanych zjawisk i na podstawie nowych sytuacji </w:t>
            </w:r>
          </w:p>
        </w:tc>
        <w:tc>
          <w:tcPr>
            <w:tcW w:w="1873" w:type="dxa"/>
          </w:tcPr>
          <w:p w:rsidRPr="008A2DAB" w:rsidR="00063109" w:rsidP="00F465C9" w:rsidRDefault="0009422B" w14:paraId="69B49A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DA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8A2DAB" w:rsidR="00B009C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8A2DA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xmlns:wp14="http://schemas.microsoft.com/office/word/2010/wordml" w:rsidRPr="00AB703F" w:rsidR="00063109" w:rsidTr="00AB703F" w14:paraId="20EDB960" wp14:textId="77777777">
        <w:trPr>
          <w:trHeight w:val="539"/>
        </w:trPr>
        <w:tc>
          <w:tcPr>
            <w:tcW w:w="1701" w:type="dxa"/>
          </w:tcPr>
          <w:p w:rsidRPr="00AB703F" w:rsidR="00063109" w:rsidP="00F465C9" w:rsidRDefault="00063109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AB703F" w:rsidR="00B009C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Pr="00AB703F" w:rsidR="00063109" w:rsidP="00DA754E" w:rsidRDefault="00B009CB" w14:paraId="5CF6D4C6" wp14:textId="77777777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B703F">
              <w:rPr>
                <w:rFonts w:ascii="Corbel" w:hAnsi="Corbel" w:eastAsia="Times New Roman"/>
                <w:sz w:val="24"/>
                <w:szCs w:val="24"/>
                <w:lang w:eastAsia="pl-PL"/>
              </w:rPr>
              <w:t>Potrafi świadomie określić poziom swojej wiedzy</w:t>
            </w:r>
            <w:r w:rsidRPr="00AB703F" w:rsidR="000942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z zakresu ochrony środowiska w połączeniu z innymi naukami społecznymi</w:t>
            </w:r>
          </w:p>
        </w:tc>
        <w:tc>
          <w:tcPr>
            <w:tcW w:w="1873" w:type="dxa"/>
          </w:tcPr>
          <w:p w:rsidRPr="008A2DAB" w:rsidR="00063109" w:rsidP="00F465C9" w:rsidRDefault="00B009CB" w14:paraId="44B6996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DA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8A2DAB" w:rsidR="0009422B"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8A2DAB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</w:tbl>
    <w:p xmlns:wp14="http://schemas.microsoft.com/office/word/2010/wordml" w:rsidRPr="00AB703F" w:rsidR="0085747A" w:rsidP="009C54AE" w:rsidRDefault="0085747A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AB703F" w:rsidR="0085747A" w:rsidP="00D33E68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>3.3</w:t>
      </w:r>
      <w:r w:rsidRPr="00AB703F" w:rsidR="001D7B54">
        <w:rPr>
          <w:rFonts w:ascii="Corbel" w:hAnsi="Corbel"/>
          <w:b/>
          <w:sz w:val="24"/>
          <w:szCs w:val="24"/>
        </w:rPr>
        <w:t xml:space="preserve"> </w:t>
      </w:r>
      <w:r w:rsidRPr="00AB703F" w:rsidR="0085747A">
        <w:rPr>
          <w:rFonts w:ascii="Corbel" w:hAnsi="Corbel"/>
          <w:b/>
          <w:sz w:val="24"/>
          <w:szCs w:val="24"/>
        </w:rPr>
        <w:t>T</w:t>
      </w:r>
      <w:r w:rsidRPr="00AB703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AB703F"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AB703F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AB703F" w:rsidR="009F4610">
        <w:rPr>
          <w:rFonts w:ascii="Corbel" w:hAnsi="Corbel"/>
          <w:sz w:val="24"/>
          <w:szCs w:val="24"/>
        </w:rPr>
        <w:t xml:space="preserve">, </w:t>
      </w:r>
      <w:r w:rsidRPr="00AB703F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AB703F" w:rsidR="0085747A" w:rsidP="009C54AE" w:rsidRDefault="0085747A" w14:paraId="4DDBEF00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AB703F" w:rsidR="0085747A" w:rsidTr="00923D7D" w14:paraId="587EA2A8" wp14:textId="77777777">
        <w:tc>
          <w:tcPr>
            <w:tcW w:w="9639" w:type="dxa"/>
          </w:tcPr>
          <w:p w:rsidRPr="00AB703F" w:rsidR="0085747A" w:rsidP="008A2DAB" w:rsidRDefault="0085747A" w14:paraId="35113026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AB703F" w:rsidR="00D33E68" w:rsidTr="00923D7D" w14:paraId="678EB438" wp14:textId="77777777">
        <w:tc>
          <w:tcPr>
            <w:tcW w:w="9639" w:type="dxa"/>
          </w:tcPr>
          <w:p w:rsidRPr="00AB703F" w:rsidR="00D33E68" w:rsidP="008A2DAB" w:rsidRDefault="00D33E68" w14:paraId="3CBABFCA" wp14:textId="77777777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Definicje, podstawowe pojęcia z zakresu ochrony środowiska</w:t>
            </w:r>
            <w:r w:rsidRPr="00AB703F" w:rsidR="00D61E16">
              <w:rPr>
                <w:rFonts w:ascii="Corbel" w:hAnsi="Corbel"/>
                <w:sz w:val="24"/>
                <w:szCs w:val="24"/>
              </w:rPr>
              <w:t xml:space="preserve">, ekologii, </w:t>
            </w:r>
          </w:p>
        </w:tc>
      </w:tr>
      <w:tr xmlns:wp14="http://schemas.microsoft.com/office/word/2010/wordml" w:rsidRPr="00AB703F" w:rsidR="00D33E68" w:rsidTr="00923D7D" w14:paraId="4ABA9766" wp14:textId="77777777">
        <w:tc>
          <w:tcPr>
            <w:tcW w:w="9639" w:type="dxa"/>
          </w:tcPr>
          <w:p w:rsidRPr="00AB703F" w:rsidR="00D33E68" w:rsidP="008A2DAB" w:rsidRDefault="00D33E68" w14:paraId="4F7E6F1C" wp14:textId="77777777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Rys historyczny ochrony środowiska</w:t>
            </w:r>
            <w:r w:rsidRPr="00AB703F" w:rsidR="00D61E16">
              <w:rPr>
                <w:rFonts w:ascii="Corbel" w:hAnsi="Corbel"/>
                <w:sz w:val="24"/>
                <w:szCs w:val="24"/>
              </w:rPr>
              <w:t xml:space="preserve"> w Polsce i na świecie</w:t>
            </w:r>
          </w:p>
        </w:tc>
      </w:tr>
      <w:tr xmlns:wp14="http://schemas.microsoft.com/office/word/2010/wordml" w:rsidRPr="00AB703F" w:rsidR="00D33E68" w:rsidTr="00923D7D" w14:paraId="6475D968" wp14:textId="77777777">
        <w:tc>
          <w:tcPr>
            <w:tcW w:w="9639" w:type="dxa"/>
          </w:tcPr>
          <w:p w:rsidRPr="00AB703F" w:rsidR="00D33E68" w:rsidP="008A2DAB" w:rsidRDefault="00D33E68" w14:paraId="5D93DEE0" wp14:textId="77777777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Współczesny system prawny, organizacyjny i finansowy ochrony przyrody w Polsce. Kompetencje organów państwowych w zakresie ochrony środowiska naturalnego.</w:t>
            </w:r>
          </w:p>
        </w:tc>
      </w:tr>
      <w:tr xmlns:wp14="http://schemas.microsoft.com/office/word/2010/wordml" w:rsidRPr="00AB703F" w:rsidR="00D33E68" w:rsidTr="00923D7D" w14:paraId="23B8AF13" wp14:textId="77777777">
        <w:tc>
          <w:tcPr>
            <w:tcW w:w="9639" w:type="dxa"/>
          </w:tcPr>
          <w:p w:rsidRPr="00AB703F" w:rsidR="00D33E68" w:rsidP="008A2DAB" w:rsidRDefault="00D61E16" w14:paraId="57A3FA39" wp14:textId="77777777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Wpływ działalności człowieka na atmosferę, hydrosferę, litosferę, biosferę na wybranych przykładach z Polski i ze świata</w:t>
            </w:r>
            <w:r w:rsidRPr="00AB703F" w:rsidR="00D33E6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AB703F" w:rsidR="00D33E68" w:rsidTr="00923D7D" w14:paraId="4440D1C2" wp14:textId="77777777">
        <w:tc>
          <w:tcPr>
            <w:tcW w:w="9639" w:type="dxa"/>
          </w:tcPr>
          <w:p w:rsidRPr="00AB703F" w:rsidR="00D33E68" w:rsidP="008A2DAB" w:rsidRDefault="00D33E68" w14:paraId="35122E27" wp14:textId="77777777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Formy ochrony przyrody – sposoby tworzenia, działalność, zasady udostępniania, perspektywy funkcjonowania. Walory wybranych form ochrony przyrody</w:t>
            </w:r>
          </w:p>
        </w:tc>
      </w:tr>
      <w:tr xmlns:wp14="http://schemas.microsoft.com/office/word/2010/wordml" w:rsidRPr="00AB703F" w:rsidR="00D33E68" w:rsidTr="00923D7D" w14:paraId="75590C9A" wp14:textId="77777777">
        <w:tc>
          <w:tcPr>
            <w:tcW w:w="9639" w:type="dxa"/>
          </w:tcPr>
          <w:p w:rsidRPr="00AB703F" w:rsidR="00D33E68" w:rsidP="008A2DAB" w:rsidRDefault="00D33E68" w14:paraId="74F7CFB2" wp14:textId="77777777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Zagrożenia obiektów i obszarów chronionych i sposoby przeciwdziałania. Ekorozwój</w:t>
            </w:r>
            <w:r w:rsidRPr="00AB703F" w:rsidR="00D61E16">
              <w:rPr>
                <w:rFonts w:ascii="Corbel" w:hAnsi="Corbel"/>
                <w:sz w:val="24"/>
                <w:szCs w:val="24"/>
              </w:rPr>
              <w:t>. Edukacja ekologiczna</w:t>
            </w:r>
          </w:p>
        </w:tc>
      </w:tr>
    </w:tbl>
    <w:p xmlns:wp14="http://schemas.microsoft.com/office/word/2010/wordml" w:rsidRPr="00AB703F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AB703F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3.4 Metody dydaktyczne</w:t>
      </w:r>
      <w:r w:rsidRPr="00AB703F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AB703F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703F" w:rsidR="00E21E7D" w:rsidP="009C54AE" w:rsidRDefault="00153C41" w14:paraId="06512FFB" wp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AB703F">
        <w:rPr>
          <w:rFonts w:ascii="Corbel" w:hAnsi="Corbel"/>
          <w:b w:val="0"/>
          <w:smallCaps w:val="0"/>
          <w:szCs w:val="24"/>
        </w:rPr>
        <w:t>N</w:t>
      </w:r>
      <w:r w:rsidRPr="00AB703F" w:rsidR="0085747A">
        <w:rPr>
          <w:rFonts w:ascii="Corbel" w:hAnsi="Corbel"/>
          <w:b w:val="0"/>
          <w:smallCaps w:val="0"/>
          <w:szCs w:val="24"/>
        </w:rPr>
        <w:t>p</w:t>
      </w:r>
      <w:r w:rsidRPr="00AB703F" w:rsidR="0085747A">
        <w:rPr>
          <w:rFonts w:ascii="Corbel" w:hAnsi="Corbel"/>
          <w:szCs w:val="24"/>
        </w:rPr>
        <w:t>.:</w:t>
      </w:r>
      <w:r w:rsidRPr="00AB703F" w:rsidR="00923D7D">
        <w:rPr>
          <w:rFonts w:ascii="Corbel" w:hAnsi="Corbel"/>
          <w:szCs w:val="24"/>
        </w:rPr>
        <w:t xml:space="preserve"> </w:t>
      </w:r>
    </w:p>
    <w:p xmlns:wp14="http://schemas.microsoft.com/office/word/2010/wordml" w:rsidRPr="00AB703F" w:rsidR="00153C41" w:rsidP="009C54AE" w:rsidRDefault="00153C41" w14:paraId="7FB0AC1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zCs w:val="24"/>
        </w:rPr>
        <w:t xml:space="preserve"> </w:t>
      </w:r>
      <w:r w:rsidRPr="00AB703F">
        <w:rPr>
          <w:rFonts w:ascii="Corbel" w:hAnsi="Corbel"/>
          <w:b w:val="0"/>
          <w:i/>
          <w:smallCaps w:val="0"/>
          <w:szCs w:val="24"/>
        </w:rPr>
        <w:t>W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>ykład</w:t>
      </w:r>
      <w:r w:rsidRPr="00AB703F">
        <w:rPr>
          <w:rFonts w:ascii="Corbel" w:hAnsi="Corbel"/>
          <w:b w:val="0"/>
          <w:i/>
          <w:smallCaps w:val="0"/>
          <w:szCs w:val="24"/>
        </w:rPr>
        <w:t>: wykład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Pr="00AB703F" w:rsidR="00923D7D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Pr="00AB703F" w:rsidR="00923D7D">
        <w:rPr>
          <w:rFonts w:ascii="Corbel" w:hAnsi="Corbel"/>
          <w:b w:val="0"/>
          <w:i/>
          <w:smallCaps w:val="0"/>
          <w:szCs w:val="24"/>
        </w:rPr>
        <w:t>,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xmlns:wp14="http://schemas.microsoft.com/office/word/2010/wordml" w:rsidRPr="00AB703F" w:rsidR="00153C41" w:rsidP="009C54AE" w:rsidRDefault="00153C41" w14:paraId="3585243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AB703F" w:rsidR="009F461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Pr="00AB703F" w:rsidR="00923D7D">
        <w:rPr>
          <w:rFonts w:ascii="Corbel" w:hAnsi="Corbel"/>
          <w:b w:val="0"/>
          <w:i/>
          <w:smallCaps w:val="0"/>
          <w:szCs w:val="24"/>
        </w:rPr>
        <w:t>tekstów z dyskusją,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Pr="00AB703F" w:rsidR="00923D7D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Pr="00AB703F" w:rsidR="0071620A">
        <w:rPr>
          <w:rFonts w:ascii="Corbel" w:hAnsi="Corbel"/>
          <w:b w:val="0"/>
          <w:i/>
          <w:smallCaps w:val="0"/>
          <w:szCs w:val="24"/>
        </w:rPr>
        <w:t>),</w:t>
      </w:r>
      <w:r w:rsidRPr="00AB703F" w:rsidR="001718A7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>grupach</w:t>
      </w:r>
      <w:r w:rsidRPr="00AB703F" w:rsidR="0071620A">
        <w:rPr>
          <w:rFonts w:ascii="Corbel" w:hAnsi="Corbel"/>
          <w:b w:val="0"/>
          <w:i/>
          <w:smallCaps w:val="0"/>
          <w:szCs w:val="24"/>
        </w:rPr>
        <w:t xml:space="preserve"> (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>rozwiązywanie zadań</w:t>
      </w:r>
      <w:r w:rsidRPr="00AB703F" w:rsidR="0071620A">
        <w:rPr>
          <w:rFonts w:ascii="Corbel" w:hAnsi="Corbel"/>
          <w:b w:val="0"/>
          <w:i/>
          <w:smallCaps w:val="0"/>
          <w:szCs w:val="24"/>
        </w:rPr>
        <w:t>,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Pr="00AB703F" w:rsidR="0071620A">
        <w:rPr>
          <w:rFonts w:ascii="Corbel" w:hAnsi="Corbel"/>
          <w:b w:val="0"/>
          <w:i/>
          <w:smallCaps w:val="0"/>
          <w:szCs w:val="24"/>
        </w:rPr>
        <w:t>),</w:t>
      </w:r>
      <w:r w:rsidRPr="00AB703F" w:rsidR="001718A7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xmlns:wp14="http://schemas.microsoft.com/office/word/2010/wordml" w:rsidRPr="00AB703F" w:rsidR="0085747A" w:rsidP="009C54AE" w:rsidRDefault="00153C41" w14:paraId="34C922DF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Pr="00AB703F" w:rsidR="0085747A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Pr="00AB703F" w:rsidR="00BF2C41">
        <w:rPr>
          <w:rFonts w:ascii="Corbel" w:hAnsi="Corbel"/>
          <w:b w:val="0"/>
          <w:i/>
          <w:smallCaps w:val="0"/>
          <w:szCs w:val="24"/>
        </w:rPr>
        <w:t xml:space="preserve"> </w:t>
      </w:r>
    </w:p>
    <w:p xmlns:wp14="http://schemas.microsoft.com/office/word/2010/wordml" w:rsidRPr="00AB703F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D33E68" w:rsidP="00DA754E" w:rsidRDefault="00DA754E" w14:paraId="74B5A46B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B0BB3">
        <w:rPr>
          <w:rFonts w:ascii="Corbel" w:hAnsi="Corbel"/>
          <w:b w:val="0"/>
          <w:smallCaps w:val="0"/>
          <w:szCs w:val="24"/>
        </w:rPr>
        <w:t>konwersatorium:</w:t>
      </w:r>
      <w:r>
        <w:rPr>
          <w:rFonts w:ascii="Corbel" w:hAnsi="Corbel"/>
          <w:b w:val="0"/>
          <w:smallCaps w:val="0"/>
          <w:szCs w:val="24"/>
        </w:rPr>
        <w:t xml:space="preserve"> a</w:t>
      </w:r>
      <w:r w:rsidRPr="00AB703F">
        <w:rPr>
          <w:rFonts w:ascii="Corbel" w:hAnsi="Corbel"/>
          <w:b w:val="0"/>
          <w:smallCaps w:val="0"/>
          <w:szCs w:val="24"/>
        </w:rPr>
        <w:t>naliza tekstów z dyskusją</w:t>
      </w:r>
      <w:r>
        <w:rPr>
          <w:rFonts w:ascii="Corbel" w:hAnsi="Corbel"/>
          <w:b w:val="0"/>
          <w:smallCaps w:val="0"/>
          <w:szCs w:val="24"/>
        </w:rPr>
        <w:t>, p</w:t>
      </w:r>
      <w:r w:rsidRPr="00AB703F">
        <w:rPr>
          <w:rFonts w:ascii="Corbel" w:hAnsi="Corbel"/>
          <w:b w:val="0"/>
          <w:smallCaps w:val="0"/>
          <w:szCs w:val="24"/>
        </w:rPr>
        <w:t>raca w grupach</w:t>
      </w:r>
      <w:r>
        <w:rPr>
          <w:rFonts w:ascii="Corbel" w:hAnsi="Corbel"/>
          <w:b w:val="0"/>
          <w:smallCaps w:val="0"/>
          <w:szCs w:val="24"/>
        </w:rPr>
        <w:t>, g</w:t>
      </w:r>
      <w:r w:rsidRPr="00AB703F">
        <w:rPr>
          <w:rFonts w:ascii="Corbel" w:hAnsi="Corbel"/>
          <w:b w:val="0"/>
          <w:smallCaps w:val="0"/>
          <w:szCs w:val="24"/>
        </w:rPr>
        <w:t>ry dydaktyczne</w:t>
      </w:r>
      <w:r>
        <w:rPr>
          <w:rFonts w:ascii="Corbel" w:hAnsi="Corbel"/>
          <w:b w:val="0"/>
          <w:smallCaps w:val="0"/>
          <w:szCs w:val="24"/>
        </w:rPr>
        <w:t>, p</w:t>
      </w:r>
      <w:r w:rsidRPr="00AB703F">
        <w:rPr>
          <w:rFonts w:ascii="Corbel" w:hAnsi="Corbel"/>
          <w:b w:val="0"/>
          <w:smallCaps w:val="0"/>
          <w:szCs w:val="24"/>
        </w:rPr>
        <w:t>rezentacja multimedialna</w:t>
      </w:r>
    </w:p>
    <w:p xmlns:wp14="http://schemas.microsoft.com/office/word/2010/wordml" w:rsidRPr="00AB703F" w:rsidR="00DA754E" w:rsidP="00DA754E" w:rsidRDefault="00DA754E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AB703F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 </w:t>
      </w:r>
      <w:r w:rsidRPr="00AB703F" w:rsidR="0085747A">
        <w:rPr>
          <w:rFonts w:ascii="Corbel" w:hAnsi="Corbel"/>
          <w:smallCaps w:val="0"/>
          <w:szCs w:val="24"/>
        </w:rPr>
        <w:t>METODY I KRYTERIA OCENY</w:t>
      </w:r>
      <w:r w:rsidRPr="00AB703F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AB703F" w:rsidR="00923D7D" w:rsidP="009C54AE" w:rsidRDefault="00923D7D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AB703F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4.1 Sposoby weryfikacji efektów </w:t>
      </w:r>
      <w:r w:rsidRPr="00AB703F"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AB703F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xmlns:wp14="http://schemas.microsoft.com/office/word/2010/wordml" w:rsidRPr="00AB703F" w:rsidR="0085747A" w:rsidTr="00C05F44" w14:paraId="3CD72C34" wp14:textId="77777777">
        <w:tc>
          <w:tcPr>
            <w:tcW w:w="1985" w:type="dxa"/>
            <w:vAlign w:val="center"/>
          </w:tcPr>
          <w:p w:rsidRPr="00AB703F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AB703F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AB703F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AB703F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AB703F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AB703F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AB703F" w:rsidR="0085747A" w:rsidTr="00C05F44" w14:paraId="7D975894" wp14:textId="77777777">
        <w:tc>
          <w:tcPr>
            <w:tcW w:w="1985" w:type="dxa"/>
          </w:tcPr>
          <w:p w:rsidRPr="00AB703F" w:rsidR="0085747A" w:rsidP="009C54AE" w:rsidRDefault="0085747A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B703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B703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AB703F" w:rsidR="0085747A" w:rsidP="009C54AE" w:rsidRDefault="00D61E16" w14:paraId="185A64A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 w:rsidR="00502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prezentacja</w:t>
            </w:r>
          </w:p>
        </w:tc>
        <w:tc>
          <w:tcPr>
            <w:tcW w:w="2126" w:type="dxa"/>
          </w:tcPr>
          <w:p w:rsidRPr="00AB703F" w:rsidR="0085747A" w:rsidP="009C54AE" w:rsidRDefault="00814A72" w14:paraId="3F1C56C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AB703F" w:rsidR="0085747A" w:rsidTr="00C05F44" w14:paraId="24A09E8A" wp14:textId="77777777">
        <w:tc>
          <w:tcPr>
            <w:tcW w:w="1985" w:type="dxa"/>
          </w:tcPr>
          <w:p w:rsidRPr="00AB703F" w:rsidR="0085747A" w:rsidP="009C54AE" w:rsidRDefault="0085747A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AB703F" w:rsidR="0085747A" w:rsidP="009C54AE" w:rsidRDefault="00D61E16" w14:paraId="57BCCDD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 w:rsidR="00502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prezentacja</w:t>
            </w:r>
          </w:p>
        </w:tc>
        <w:tc>
          <w:tcPr>
            <w:tcW w:w="2126" w:type="dxa"/>
          </w:tcPr>
          <w:p w:rsidRPr="00AB703F" w:rsidR="0085747A" w:rsidP="009C54AE" w:rsidRDefault="00814A72" w14:paraId="569C77C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AB703F" w:rsidR="00D33E68" w:rsidTr="00C05F44" w14:paraId="7EF391F8" wp14:textId="77777777">
        <w:tc>
          <w:tcPr>
            <w:tcW w:w="1985" w:type="dxa"/>
          </w:tcPr>
          <w:p w:rsidRPr="00AB703F" w:rsidR="00D33E68" w:rsidP="009C54AE" w:rsidRDefault="00D33E68" w14:paraId="3D1CB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AB703F" w:rsidR="00D33E68" w:rsidP="009C54AE" w:rsidRDefault="00D61E16" w14:paraId="54B8B32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 w:rsidR="00502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prezentacja</w:t>
            </w:r>
          </w:p>
        </w:tc>
        <w:tc>
          <w:tcPr>
            <w:tcW w:w="2126" w:type="dxa"/>
          </w:tcPr>
          <w:p w:rsidRPr="00AB703F" w:rsidR="00D33E68" w:rsidP="009C54AE" w:rsidRDefault="00814A72" w14:paraId="6EBE0FA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AB703F" w:rsidR="00D33E68" w:rsidTr="00C05F44" w14:paraId="4DEC4BFD" wp14:textId="77777777">
        <w:tc>
          <w:tcPr>
            <w:tcW w:w="1985" w:type="dxa"/>
          </w:tcPr>
          <w:p w:rsidRPr="00AB703F" w:rsidR="00D33E68" w:rsidP="009C54AE" w:rsidRDefault="00D33E68" w14:paraId="3A04FA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</w:t>
            </w:r>
            <w:r w:rsidRPr="00AB703F" w:rsidR="00F465C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Pr="00AB703F" w:rsidR="00D33E68" w:rsidP="009C54AE" w:rsidRDefault="00502AA5" w14:paraId="626FA3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AB703F" w:rsidR="008873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</w:tcPr>
          <w:p w:rsidRPr="00AB703F" w:rsidR="00D33E68" w:rsidP="009C54AE" w:rsidRDefault="00814A72" w14:paraId="3B93665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AB703F" w:rsidR="00D33E68" w:rsidTr="00C05F44" w14:paraId="051AB7E5" wp14:textId="77777777">
        <w:tc>
          <w:tcPr>
            <w:tcW w:w="1985" w:type="dxa"/>
          </w:tcPr>
          <w:p w:rsidRPr="00AB703F" w:rsidR="00D33E68" w:rsidP="009C54AE" w:rsidRDefault="00D33E68" w14:paraId="530F3D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</w:t>
            </w:r>
            <w:r w:rsidRPr="00AB703F" w:rsidR="00F465C9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Pr="00AB703F" w:rsidR="00D33E68" w:rsidP="009C54AE" w:rsidRDefault="008873D2" w14:paraId="7E1ACA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AB703F" w:rsidR="00D33E68" w:rsidP="009C54AE" w:rsidRDefault="00814A72" w14:paraId="693714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AB703F" w:rsidR="00D33E68" w:rsidTr="00C05F44" w14:paraId="0C6E69A7" wp14:textId="77777777">
        <w:tc>
          <w:tcPr>
            <w:tcW w:w="1985" w:type="dxa"/>
          </w:tcPr>
          <w:p w:rsidRPr="00AB703F" w:rsidR="00D33E68" w:rsidP="009C54AE" w:rsidRDefault="00D33E68" w14:paraId="4CA81D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</w:t>
            </w:r>
            <w:r w:rsidRPr="00AB703F" w:rsidR="00F465C9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Pr="00AB703F" w:rsidR="00D33E68" w:rsidP="009C54AE" w:rsidRDefault="008873D2" w14:paraId="4510FEB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AB703F" w:rsidR="00D33E68" w:rsidP="009C54AE" w:rsidRDefault="00814A72" w14:paraId="1799DE3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xmlns:wp14="http://schemas.microsoft.com/office/word/2010/wordml" w:rsidRPr="00AB703F" w:rsidR="00923D7D" w:rsidP="009C54AE" w:rsidRDefault="00923D7D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703F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4.2 </w:t>
      </w:r>
      <w:r w:rsidRPr="00AB703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AB703F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AB703F" w:rsidR="00923D7D" w:rsidP="009C54AE" w:rsidRDefault="00923D7D" w14:paraId="6D98A12B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AB703F" w:rsidR="0085747A" w:rsidTr="00923D7D" w14:paraId="3CCB8FEE" wp14:textId="77777777">
        <w:tc>
          <w:tcPr>
            <w:tcW w:w="9670" w:type="dxa"/>
          </w:tcPr>
          <w:p w:rsidRPr="00AB703F" w:rsidR="008873D2" w:rsidP="00DA754E" w:rsidRDefault="00D61E16" w14:paraId="699F6986" wp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pacing w:val="-6"/>
                <w:sz w:val="24"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aktywność na zajęciach (karta oceny prezentacji)</w:t>
            </w:r>
          </w:p>
          <w:p w:rsidRPr="00AB703F" w:rsidR="008873D2" w:rsidP="00DA754E" w:rsidRDefault="008873D2" w14:paraId="7E0D46B9" wp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ocena przygotowanej przez studenta prezentacji,</w:t>
            </w:r>
          </w:p>
          <w:p w:rsidRPr="00AB703F" w:rsidR="0085747A" w:rsidP="00602723" w:rsidRDefault="006127E6" w14:paraId="328315EE" wp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uzyskanie min. 51% punktów z </w:t>
            </w:r>
            <w:r w:rsidRPr="00AB703F" w:rsidR="008873D2">
              <w:rPr>
                <w:rFonts w:ascii="Corbel" w:hAnsi="Corbel"/>
                <w:spacing w:val="-6"/>
                <w:sz w:val="24"/>
                <w:szCs w:val="24"/>
              </w:rPr>
              <w:t xml:space="preserve"> kolokwium </w:t>
            </w:r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 xml:space="preserve">( 51-60% - ocena </w:t>
            </w:r>
            <w:proofErr w:type="spellStart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>dst</w:t>
            </w:r>
            <w:proofErr w:type="spellEnd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 xml:space="preserve">; 61-70% - ocena </w:t>
            </w:r>
            <w:proofErr w:type="spellStart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>dst</w:t>
            </w:r>
            <w:proofErr w:type="spellEnd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 xml:space="preserve"> plus; 71-80% - ocena </w:t>
            </w:r>
            <w:proofErr w:type="spellStart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>db</w:t>
            </w:r>
            <w:proofErr w:type="spellEnd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 xml:space="preserve">; 81-90% - ocena </w:t>
            </w:r>
            <w:proofErr w:type="spellStart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>db</w:t>
            </w:r>
            <w:proofErr w:type="spellEnd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 xml:space="preserve"> plus; 91-100% - ocena </w:t>
            </w:r>
            <w:proofErr w:type="spellStart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>bdb</w:t>
            </w:r>
            <w:proofErr w:type="spellEnd"/>
            <w:r w:rsidRPr="00AB703F" w:rsidR="00F465C9">
              <w:rPr>
                <w:rFonts w:ascii="Corbel" w:hAnsi="Corbel"/>
                <w:spacing w:val="-6"/>
                <w:sz w:val="24"/>
                <w:szCs w:val="24"/>
              </w:rPr>
              <w:t>)</w:t>
            </w:r>
          </w:p>
        </w:tc>
      </w:tr>
    </w:tbl>
    <w:p xmlns:wp14="http://schemas.microsoft.com/office/word/2010/wordml" w:rsidRPr="00AB703F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703F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 xml:space="preserve">5. </w:t>
      </w:r>
      <w:r w:rsidRPr="00AB703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AB703F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xmlns:wp14="http://schemas.microsoft.com/office/word/2010/wordml" w:rsidRPr="00AB703F" w:rsidR="0085747A" w:rsidTr="003E1941" w14:paraId="63D9DE79" wp14:textId="77777777">
        <w:tc>
          <w:tcPr>
            <w:tcW w:w="4962" w:type="dxa"/>
            <w:vAlign w:val="center"/>
          </w:tcPr>
          <w:p w:rsidRPr="00AB703F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AB703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B703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AB703F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AB703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B703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AB703F" w:rsidR="0085747A" w:rsidTr="00923D7D" w14:paraId="1E643AFE" wp14:textId="77777777">
        <w:tc>
          <w:tcPr>
            <w:tcW w:w="4962" w:type="dxa"/>
          </w:tcPr>
          <w:p w:rsidRPr="00AB703F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</w:t>
            </w:r>
            <w:r w:rsidRPr="00AB703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B703F">
              <w:rPr>
                <w:rFonts w:ascii="Corbel" w:hAnsi="Corbel"/>
                <w:sz w:val="24"/>
                <w:szCs w:val="24"/>
              </w:rPr>
              <w:t>kontaktowe</w:t>
            </w:r>
            <w:r w:rsidRPr="00AB703F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B703F">
              <w:rPr>
                <w:rFonts w:ascii="Corbel" w:hAnsi="Corbel"/>
                <w:sz w:val="24"/>
                <w:szCs w:val="24"/>
              </w:rPr>
              <w:t>ynikające</w:t>
            </w:r>
            <w:r w:rsidRPr="00AB703F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AB703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B703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AB703F" w:rsidR="0085747A" w:rsidP="006127E6" w:rsidRDefault="003403D8" w14:paraId="446DE71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</w:t>
            </w:r>
            <w:r w:rsidR="00814A7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AB703F" w:rsidR="00C61DC5" w:rsidTr="00923D7D" w14:paraId="409F0BAA" wp14:textId="77777777">
        <w:tc>
          <w:tcPr>
            <w:tcW w:w="4962" w:type="dxa"/>
          </w:tcPr>
          <w:p w:rsidRPr="00AB703F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AB703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AB703F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AB703F" w:rsidR="00C61DC5" w:rsidP="006127E6" w:rsidRDefault="003403D8" w14:paraId="3E1FE5D4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AB703F" w:rsidR="00C61DC5" w:rsidTr="00923D7D" w14:paraId="0F49BE9E" wp14:textId="77777777">
        <w:tc>
          <w:tcPr>
            <w:tcW w:w="4962" w:type="dxa"/>
          </w:tcPr>
          <w:p w:rsidRPr="00AB703F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B703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B703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AB703F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AB703F" w:rsidR="00C61DC5" w:rsidP="006127E6" w:rsidRDefault="00814A72" w14:paraId="219897CE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AB703F" w:rsidR="0085747A" w:rsidTr="00923D7D" w14:paraId="4D6280AD" wp14:textId="77777777">
        <w:tc>
          <w:tcPr>
            <w:tcW w:w="4962" w:type="dxa"/>
          </w:tcPr>
          <w:p w:rsidRPr="00AB703F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AB703F" w:rsidR="0085747A" w:rsidP="006127E6" w:rsidRDefault="003403D8" w14:paraId="68861898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</w:t>
            </w:r>
            <w:r w:rsidRPr="00AB703F" w:rsidR="006127E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AB703F" w:rsidR="0085747A" w:rsidTr="00923D7D" w14:paraId="0AD00C0E" wp14:textId="77777777">
        <w:tc>
          <w:tcPr>
            <w:tcW w:w="4962" w:type="dxa"/>
          </w:tcPr>
          <w:p w:rsidRPr="00AB703F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AB703F" w:rsidR="0085747A" w:rsidP="006127E6" w:rsidRDefault="006127E6" w14:paraId="7144751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AB703F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Pr="00AB703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AB703F" w:rsidR="003E1941" w:rsidP="009C54AE" w:rsidRDefault="003E1941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703F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6. </w:t>
      </w:r>
      <w:r w:rsidRPr="00AB703F" w:rsidR="0085747A">
        <w:rPr>
          <w:rFonts w:ascii="Corbel" w:hAnsi="Corbel"/>
          <w:smallCaps w:val="0"/>
          <w:szCs w:val="24"/>
        </w:rPr>
        <w:t>PRAKTYKI ZAWO</w:t>
      </w:r>
      <w:r w:rsidRPr="00AB703F"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AB703F" w:rsidR="0085747A" w:rsidP="009C54AE" w:rsidRDefault="0085747A" w14:paraId="6B699379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AB703F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AB703F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AB703F" w:rsidR="0085747A" w:rsidP="009C54AE" w:rsidRDefault="0085747A" w14:paraId="3FE9F23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AB703F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AB703F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AB703F" w:rsidR="0085747A" w:rsidP="009C54AE" w:rsidRDefault="0085747A" w14:paraId="1F72F6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AB703F" w:rsidR="003E1941" w:rsidP="009C54AE" w:rsidRDefault="003E1941" w14:paraId="08CE6F9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703F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7. </w:t>
      </w:r>
      <w:r w:rsidRPr="00AB703F" w:rsidR="0085747A">
        <w:rPr>
          <w:rFonts w:ascii="Corbel" w:hAnsi="Corbel"/>
          <w:smallCaps w:val="0"/>
          <w:szCs w:val="24"/>
        </w:rPr>
        <w:t>LITERATURA</w:t>
      </w:r>
      <w:r w:rsidRPr="00AB703F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AB703F" w:rsidR="00675843" w:rsidP="009C54AE" w:rsidRDefault="00675843" w14:paraId="61CDCEAD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89"/>
      </w:tblGrid>
      <w:tr xmlns:wp14="http://schemas.microsoft.com/office/word/2010/wordml" w:rsidRPr="00AB703F" w:rsidR="003C3C0E" w:rsidTr="00C25BC5" w14:paraId="7115925F" wp14:textId="77777777">
        <w:trPr>
          <w:trHeight w:val="397"/>
        </w:trPr>
        <w:tc>
          <w:tcPr>
            <w:tcW w:w="8789" w:type="dxa"/>
          </w:tcPr>
          <w:p w:rsidRPr="00602723" w:rsidR="003C3C0E" w:rsidP="00C25BC5" w:rsidRDefault="003C3C0E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0272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:rsidRPr="00AB703F" w:rsidR="003C3C0E" w:rsidP="00C25BC5" w:rsidRDefault="003C3C0E" w14:paraId="7FE13FE9" wp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Grzegorczyk M. (red),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Integralna ochrona przyrody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Instytut Ochrony Przyrody PAN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Kraków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2007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AB703F" w:rsidR="003C3C0E" w:rsidP="00C25BC5" w:rsidRDefault="003C3C0E" w14:paraId="76569AF5" wp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Kubiak M., </w:t>
            </w:r>
            <w:r>
              <w:rPr>
                <w:rFonts w:ascii="Corbel" w:hAnsi="Corbel"/>
                <w:sz w:val="24"/>
                <w:szCs w:val="24"/>
              </w:rPr>
              <w:t>Lipińska-Rzeszutek M (red.)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Współczesne bezpieczeństwo ekologiczne</w:t>
            </w:r>
            <w:r w:rsidRPr="00AB703F">
              <w:rPr>
                <w:rFonts w:ascii="Corbel" w:hAnsi="Corbel"/>
                <w:sz w:val="24"/>
                <w:szCs w:val="24"/>
              </w:rPr>
              <w:t>, ASPRA – JR,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AB703F" w:rsidR="003C3C0E" w:rsidP="00602723" w:rsidRDefault="003C3C0E" w14:paraId="55EBADB3" wp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Wnuk Z. (red.),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Ekologia i ochrona środowiska</w:t>
            </w:r>
            <w:r w:rsidRPr="00AB703F">
              <w:rPr>
                <w:rFonts w:ascii="Corbel" w:hAnsi="Corbel"/>
                <w:sz w:val="24"/>
                <w:szCs w:val="24"/>
              </w:rPr>
              <w:t>, Wyd. Uniw</w:t>
            </w:r>
            <w:r>
              <w:rPr>
                <w:rFonts w:ascii="Corbel" w:hAnsi="Corbel"/>
                <w:sz w:val="24"/>
                <w:szCs w:val="24"/>
              </w:rPr>
              <w:t>ersytetu Rzeszowskiego, Rzeszów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2012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AB703F" w:rsidR="003C3C0E" w:rsidTr="00C25BC5" w14:paraId="406623C6" wp14:textId="77777777">
        <w:trPr>
          <w:trHeight w:val="397"/>
        </w:trPr>
        <w:tc>
          <w:tcPr>
            <w:tcW w:w="8789" w:type="dxa"/>
          </w:tcPr>
          <w:p w:rsidRPr="00602723" w:rsidR="003C3C0E" w:rsidP="00C25BC5" w:rsidRDefault="003C3C0E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272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AB703F" w:rsidR="003C3C0E" w:rsidP="00C25BC5" w:rsidRDefault="003C3C0E" w14:paraId="27A68814" wp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Ustawa z dnia 16 kwietnia 2004 r o ochronie przyrody. Dz. U.2021.0.1098</w:t>
            </w:r>
          </w:p>
          <w:p w:rsidRPr="00AB703F" w:rsidR="003C3C0E" w:rsidP="00C25BC5" w:rsidRDefault="003C3C0E" w14:paraId="65CBEE29" wp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Pietrewicz J.,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39C2">
              <w:rPr>
                <w:rFonts w:ascii="Corbel" w:hAnsi="Corbel"/>
                <w:i/>
                <w:sz w:val="24"/>
                <w:szCs w:val="24"/>
              </w:rPr>
              <w:t>Ochrona środowiska w warunkach procesów globalizacji</w:t>
            </w:r>
            <w:r>
              <w:rPr>
                <w:rFonts w:ascii="Corbel" w:hAnsi="Corbel"/>
                <w:sz w:val="24"/>
                <w:szCs w:val="24"/>
              </w:rPr>
              <w:t>. SGH Warszawa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AB703F" w:rsidR="003C3C0E" w:rsidP="00C25BC5" w:rsidRDefault="003C3C0E" w14:paraId="05FE642E" wp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Pyłka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-Gutowska E.,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39C2">
              <w:rPr>
                <w:rFonts w:ascii="Corbel" w:hAnsi="Corbel"/>
                <w:i/>
                <w:sz w:val="24"/>
                <w:szCs w:val="24"/>
              </w:rPr>
              <w:t>Ekologia z ochroną środowiska</w:t>
            </w:r>
            <w:r w:rsidRPr="00AB703F">
              <w:rPr>
                <w:rFonts w:ascii="Corbel" w:hAnsi="Corbel"/>
                <w:sz w:val="24"/>
                <w:szCs w:val="24"/>
              </w:rPr>
              <w:t>, Wyd. Oświata,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1997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AB703F" w:rsidR="003C3C0E" w:rsidP="00C25BC5" w:rsidRDefault="003C3C0E" w14:paraId="05414554" wp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Sydow M. Chrzanowski Ł.</w:t>
            </w:r>
            <w:r w:rsidRPr="00AB703F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bookmarkStart w:name="_GoBack" w:id="0"/>
            <w:bookmarkEnd w:id="0"/>
            <w:r w:rsidRPr="00323586">
              <w:rPr>
                <w:rFonts w:ascii="Corbel" w:hAnsi="Corbel"/>
                <w:i/>
                <w:sz w:val="24"/>
                <w:szCs w:val="24"/>
              </w:rPr>
              <w:t>Co wojny robią przyrodzie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Dzikie Życie 2013</w:t>
            </w:r>
            <w:r>
              <w:rPr>
                <w:rFonts w:ascii="Corbel" w:hAnsi="Corbel"/>
                <w:sz w:val="24"/>
                <w:szCs w:val="24"/>
              </w:rPr>
              <w:t xml:space="preserve">, nr </w:t>
            </w:r>
            <w:r w:rsidRPr="00AB703F">
              <w:rPr>
                <w:rFonts w:ascii="Corbel" w:hAnsi="Corbel"/>
                <w:sz w:val="24"/>
                <w:szCs w:val="24"/>
              </w:rPr>
              <w:t>4/226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AB703F" w:rsidR="003C3C0E" w:rsidP="00C25BC5" w:rsidRDefault="003C3C0E" w14:paraId="6B51718D" wp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Górska-</w:t>
            </w:r>
            <w:proofErr w:type="spellStart"/>
            <w:r w:rsidRPr="00AB703F">
              <w:rPr>
                <w:rFonts w:ascii="Corbel" w:hAnsi="Corbel"/>
                <w:sz w:val="24"/>
                <w:szCs w:val="24"/>
              </w:rPr>
              <w:t>Rożej</w:t>
            </w:r>
            <w:proofErr w:type="spellEnd"/>
            <w:r w:rsidRPr="00AB703F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323586">
              <w:rPr>
                <w:rFonts w:ascii="Corbel" w:hAnsi="Corbel"/>
                <w:i/>
                <w:sz w:val="24"/>
                <w:szCs w:val="24"/>
              </w:rPr>
              <w:t>Bezpieczeństwo ekologiczne w ogólnym systemie bezpieczeństwa państwa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Zeszyty Naukowe Wydziału Zarządzania i Dowodzenia Akademii Obrony Narodowej 4(8),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AB703F" w:rsidR="003C3C0E" w:rsidP="00C25BC5" w:rsidRDefault="003C3C0E" w14:paraId="4B47DA92" wp14:textId="77777777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szCs w:val="24"/>
              </w:rPr>
            </w:pPr>
            <w:r w:rsidRPr="00323586">
              <w:rPr>
                <w:rFonts w:ascii="Corbel" w:hAnsi="Corbel"/>
                <w:b w:val="0"/>
                <w:i/>
                <w:smallCaps w:val="0"/>
                <w:szCs w:val="24"/>
              </w:rPr>
              <w:t>Raport o stanie środowiska w województwie podkarpackim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Wyd. WIOŚ, Rzeszów. (Aktualny na dany rok)</w:t>
            </w:r>
          </w:p>
          <w:p w:rsidRPr="00AB703F" w:rsidR="003C3C0E" w:rsidP="00C25BC5" w:rsidRDefault="003C3C0E" w14:paraId="48F98529" wp14:textId="77777777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Symonides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235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Przyrody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UW, Warszawa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AB703F" w:rsidR="003C3C0E" w:rsidP="00602723" w:rsidRDefault="003C3C0E" w14:paraId="5579AE0D" wp14:textId="77777777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Kaźmierska-</w:t>
            </w:r>
            <w:proofErr w:type="spellStart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Patrzyczna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A.,. </w:t>
            </w:r>
            <w:r w:rsidRPr="00E163CD">
              <w:rPr>
                <w:rFonts w:ascii="Corbel" w:hAnsi="Corbel"/>
                <w:b w:val="0"/>
                <w:i/>
                <w:smallCaps w:val="0"/>
                <w:szCs w:val="24"/>
              </w:rPr>
              <w:t>Ochrona różnorodności biologicznej w systemie prawnej ochrony przyrody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Wyd. </w:t>
            </w:r>
            <w:proofErr w:type="spellStart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Poltex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</w:p>
        </w:tc>
      </w:tr>
    </w:tbl>
    <w:p xmlns:wp14="http://schemas.microsoft.com/office/word/2010/wordml" w:rsidRPr="00AB703F" w:rsidR="0085747A" w:rsidP="009C54AE" w:rsidRDefault="0085747A" w14:paraId="6BB9E25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703F" w:rsidR="0085747A" w:rsidP="009C54AE" w:rsidRDefault="0085747A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703F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B70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AB703F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5914FC" w:rsidP="00C16ABF" w:rsidRDefault="005914FC" w14:paraId="52E56223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914FC" w:rsidP="00C16ABF" w:rsidRDefault="005914FC" w14:paraId="07547A01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5914FC" w:rsidP="00C16ABF" w:rsidRDefault="005914FC" w14:paraId="5043CB0F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914FC" w:rsidP="00C16ABF" w:rsidRDefault="005914FC" w14:paraId="07459315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31940"/>
    <w:multiLevelType w:val="hybridMultilevel"/>
    <w:tmpl w:val="31D29B76"/>
    <w:lvl w:ilvl="0" w:tplc="7B6C77A8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95AFA"/>
    <w:multiLevelType w:val="hybridMultilevel"/>
    <w:tmpl w:val="CAA6DDB6"/>
    <w:lvl w:ilvl="0" w:tplc="3626BC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8E0D82"/>
    <w:multiLevelType w:val="hybridMultilevel"/>
    <w:tmpl w:val="D1F669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2E6332"/>
    <w:multiLevelType w:val="hybridMultilevel"/>
    <w:tmpl w:val="0D722C5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3E201FC4"/>
    <w:multiLevelType w:val="hybridMultilevel"/>
    <w:tmpl w:val="8F16CA06"/>
    <w:lvl w:ilvl="0" w:tplc="62F27D2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BE2189"/>
    <w:multiLevelType w:val="hybridMultilevel"/>
    <w:tmpl w:val="B6FC4FDC"/>
    <w:lvl w:ilvl="0" w:tplc="166CB012">
      <w:start w:val="1"/>
      <w:numFmt w:val="decimal"/>
      <w:lvlText w:val="%1."/>
      <w:lvlJc w:val="left"/>
      <w:pPr>
        <w:ind w:left="750" w:hanging="360"/>
      </w:pPr>
      <w:rPr>
        <w:rFonts w:hint="default" w:ascii="Times New Roman" w:hAnsi="Times New Roman"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109"/>
    <w:rsid w:val="00070ED6"/>
    <w:rsid w:val="000742DC"/>
    <w:rsid w:val="00084C12"/>
    <w:rsid w:val="0009422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CC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7C8"/>
    <w:rsid w:val="002144C0"/>
    <w:rsid w:val="0022477D"/>
    <w:rsid w:val="00225DE5"/>
    <w:rsid w:val="002278A9"/>
    <w:rsid w:val="002336F9"/>
    <w:rsid w:val="0024028F"/>
    <w:rsid w:val="00244ABC"/>
    <w:rsid w:val="00281FF2"/>
    <w:rsid w:val="002857DE"/>
    <w:rsid w:val="00291567"/>
    <w:rsid w:val="002A0CE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BAF"/>
    <w:rsid w:val="002F02A3"/>
    <w:rsid w:val="002F4ABE"/>
    <w:rsid w:val="003018BA"/>
    <w:rsid w:val="0030395F"/>
    <w:rsid w:val="00305C92"/>
    <w:rsid w:val="003151C5"/>
    <w:rsid w:val="003343CF"/>
    <w:rsid w:val="003403D8"/>
    <w:rsid w:val="00346FE9"/>
    <w:rsid w:val="0034759A"/>
    <w:rsid w:val="003503F6"/>
    <w:rsid w:val="003530DD"/>
    <w:rsid w:val="00363F78"/>
    <w:rsid w:val="00366E50"/>
    <w:rsid w:val="003A0A5B"/>
    <w:rsid w:val="003A1176"/>
    <w:rsid w:val="003B4A0C"/>
    <w:rsid w:val="003C0BAE"/>
    <w:rsid w:val="003C3C0E"/>
    <w:rsid w:val="003D18A9"/>
    <w:rsid w:val="003D6CE2"/>
    <w:rsid w:val="003D7961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FFC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AA5"/>
    <w:rsid w:val="0050496F"/>
    <w:rsid w:val="00513B6F"/>
    <w:rsid w:val="00517C63"/>
    <w:rsid w:val="005363C4"/>
    <w:rsid w:val="00536BDE"/>
    <w:rsid w:val="005374BC"/>
    <w:rsid w:val="00543ACC"/>
    <w:rsid w:val="0056696D"/>
    <w:rsid w:val="005914FC"/>
    <w:rsid w:val="0059484D"/>
    <w:rsid w:val="005A0855"/>
    <w:rsid w:val="005A3196"/>
    <w:rsid w:val="005C080F"/>
    <w:rsid w:val="005C55E5"/>
    <w:rsid w:val="005C696A"/>
    <w:rsid w:val="005E6E85"/>
    <w:rsid w:val="005F31D2"/>
    <w:rsid w:val="00602723"/>
    <w:rsid w:val="0060538E"/>
    <w:rsid w:val="00610288"/>
    <w:rsid w:val="0061029B"/>
    <w:rsid w:val="006127E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A72"/>
    <w:rsid w:val="0081554D"/>
    <w:rsid w:val="0081707E"/>
    <w:rsid w:val="008449B3"/>
    <w:rsid w:val="008552A2"/>
    <w:rsid w:val="0085747A"/>
    <w:rsid w:val="00884922"/>
    <w:rsid w:val="00885F64"/>
    <w:rsid w:val="008873D2"/>
    <w:rsid w:val="008917F9"/>
    <w:rsid w:val="008A2DA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0E2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0A9"/>
    <w:rsid w:val="00A155EE"/>
    <w:rsid w:val="00A2245B"/>
    <w:rsid w:val="00A30110"/>
    <w:rsid w:val="00A36899"/>
    <w:rsid w:val="00A371F6"/>
    <w:rsid w:val="00A43BF6"/>
    <w:rsid w:val="00A53FA5"/>
    <w:rsid w:val="00A54029"/>
    <w:rsid w:val="00A54817"/>
    <w:rsid w:val="00A601C8"/>
    <w:rsid w:val="00A60799"/>
    <w:rsid w:val="00A84C85"/>
    <w:rsid w:val="00A97DE1"/>
    <w:rsid w:val="00AB053C"/>
    <w:rsid w:val="00AB703F"/>
    <w:rsid w:val="00AD1146"/>
    <w:rsid w:val="00AD27D3"/>
    <w:rsid w:val="00AD66D6"/>
    <w:rsid w:val="00AE1160"/>
    <w:rsid w:val="00AE203C"/>
    <w:rsid w:val="00AE2E74"/>
    <w:rsid w:val="00AE5FCB"/>
    <w:rsid w:val="00AF2C1E"/>
    <w:rsid w:val="00B009C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9F4"/>
    <w:rsid w:val="00BC6D91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BC5"/>
    <w:rsid w:val="00C26CB7"/>
    <w:rsid w:val="00C324C1"/>
    <w:rsid w:val="00C36992"/>
    <w:rsid w:val="00C56036"/>
    <w:rsid w:val="00C61DC5"/>
    <w:rsid w:val="00C67E92"/>
    <w:rsid w:val="00C70A26"/>
    <w:rsid w:val="00C766DF"/>
    <w:rsid w:val="00C860DA"/>
    <w:rsid w:val="00C94B98"/>
    <w:rsid w:val="00CA2B96"/>
    <w:rsid w:val="00CA5089"/>
    <w:rsid w:val="00CD6897"/>
    <w:rsid w:val="00CE12FD"/>
    <w:rsid w:val="00CE5BAC"/>
    <w:rsid w:val="00CF25BE"/>
    <w:rsid w:val="00CF78ED"/>
    <w:rsid w:val="00D02B25"/>
    <w:rsid w:val="00D02EBA"/>
    <w:rsid w:val="00D17C3C"/>
    <w:rsid w:val="00D26B2C"/>
    <w:rsid w:val="00D33E68"/>
    <w:rsid w:val="00D352C9"/>
    <w:rsid w:val="00D425B2"/>
    <w:rsid w:val="00D428D6"/>
    <w:rsid w:val="00D552B2"/>
    <w:rsid w:val="00D608D1"/>
    <w:rsid w:val="00D61E16"/>
    <w:rsid w:val="00D66606"/>
    <w:rsid w:val="00D74119"/>
    <w:rsid w:val="00D8075B"/>
    <w:rsid w:val="00D8678B"/>
    <w:rsid w:val="00DA2114"/>
    <w:rsid w:val="00DA754E"/>
    <w:rsid w:val="00DE09C0"/>
    <w:rsid w:val="00DE4A14"/>
    <w:rsid w:val="00DF320D"/>
    <w:rsid w:val="00DF71C8"/>
    <w:rsid w:val="00E062AD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65C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3956E6"/>
    <w:rsid w:val="13D3F3FE"/>
    <w:rsid w:val="14308077"/>
    <w:rsid w:val="15DD8F66"/>
    <w:rsid w:val="27047BD0"/>
    <w:rsid w:val="442160DD"/>
    <w:rsid w:val="450076D5"/>
    <w:rsid w:val="4B5D33B1"/>
    <w:rsid w:val="5737A7CB"/>
    <w:rsid w:val="69463E03"/>
    <w:rsid w:val="714C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3FD4E"/>
  <w15:chartTrackingRefBased/>
  <w15:docId w15:val="{890CB441-372E-4B07-B3EE-528AFBAEE31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9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E00A5E-BC28-4A0B-B6F2-BD40B21945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9B0F99-8BE3-4960-8F5B-7AB17D7BF029}"/>
</file>

<file path=customXml/itemProps3.xml><?xml version="1.0" encoding="utf-8"?>
<ds:datastoreItem xmlns:ds="http://schemas.openxmlformats.org/officeDocument/2006/customXml" ds:itemID="{B7C83E4C-61DE-4705-89C8-4C90F027D12D}"/>
</file>

<file path=customXml/itemProps4.xml><?xml version="1.0" encoding="utf-8"?>
<ds:datastoreItem xmlns:ds="http://schemas.openxmlformats.org/officeDocument/2006/customXml" ds:itemID="{0E83BB1A-65F1-44DD-B0EE-A69B4A679FA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Cwynar Katarzyna</cp:lastModifiedBy>
  <cp:revision>4</cp:revision>
  <cp:lastPrinted>2019-02-06T12:12:00Z</cp:lastPrinted>
  <dcterms:created xsi:type="dcterms:W3CDTF">2021-11-22T16:32:00Z</dcterms:created>
  <dcterms:modified xsi:type="dcterms:W3CDTF">2021-11-22T17:35:17Z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